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02C766F3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AE1CBD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.202</w:t>
      </w:r>
      <w:r w:rsidR="00473A2B">
        <w:rPr>
          <w:rFonts w:ascii="Times New Roman" w:hAnsi="Times New Roman"/>
          <w:b/>
        </w:rPr>
        <w:t>5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537736A1" w14:textId="4505B533" w:rsidR="00CB1F8E" w:rsidRPr="00473A2B" w:rsidRDefault="00CB1F8E" w:rsidP="00473A2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  <w:r w:rsidR="00473A2B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  <w:r w:rsidR="00473A2B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3BDBCF6F" w14:textId="77777777" w:rsidR="00374C2B" w:rsidRPr="00374C2B" w:rsidRDefault="00374C2B" w:rsidP="00374C2B">
      <w:pPr>
        <w:widowControl w:val="0"/>
        <w:suppressAutoHyphens/>
        <w:spacing w:before="240" w:after="0" w:line="100" w:lineRule="atLeast"/>
        <w:ind w:left="435"/>
        <w:jc w:val="center"/>
        <w:rPr>
          <w:rFonts w:ascii="Times New Roman" w:eastAsia="Times New Roman" w:hAnsi="Times New Roman"/>
          <w:b/>
          <w:bCs/>
          <w:color w:val="000000" w:themeColor="text1"/>
          <w:kern w:val="2"/>
          <w:sz w:val="24"/>
          <w:szCs w:val="24"/>
          <w:lang w:eastAsia="hi-IN" w:bidi="hi-IN"/>
        </w:rPr>
      </w:pPr>
      <w:r w:rsidRPr="00374C2B">
        <w:rPr>
          <w:rFonts w:ascii="Times New Roman" w:eastAsia="Times New Roman" w:hAnsi="Times New Roman"/>
          <w:b/>
          <w:bCs/>
          <w:color w:val="000000" w:themeColor="text1"/>
          <w:kern w:val="2"/>
          <w:sz w:val="24"/>
          <w:szCs w:val="24"/>
          <w:lang w:eastAsia="hi-IN" w:bidi="hi-IN"/>
        </w:rPr>
        <w:t>Termomodernizacja Zespołu Szkolno-Przedszkolnego im. Franciszka Polaka w Juszczynie – etap 1 w formule „zaprojektuj i wybuduj”</w:t>
      </w:r>
    </w:p>
    <w:p w14:paraId="154745F0" w14:textId="77777777" w:rsidR="00473A2B" w:rsidRDefault="00473A2B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45515986" w14:textId="42DC376E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 xml:space="preserve">ustawy </w:t>
      </w:r>
      <w:proofErr w:type="spellStart"/>
      <w:r w:rsidRPr="00267870">
        <w:rPr>
          <w:rFonts w:ascii="Times New Roman" w:hAnsi="Times New Roman"/>
          <w:b/>
          <w:bCs/>
        </w:rPr>
        <w:t>Pzp</w:t>
      </w:r>
      <w:proofErr w:type="spellEnd"/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FE207DF" w14:textId="0D54C9DC" w:rsidR="00A07879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1A04D6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4C3DD5EF" w14:textId="77777777" w:rsidR="00A07879" w:rsidRDefault="00A07879" w:rsidP="00A0787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46E8720" w14:textId="77777777" w:rsidR="00A07879" w:rsidRDefault="00A07879" w:rsidP="00A0787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D7E393F" w14:textId="5E51F708" w:rsidR="00A07879" w:rsidRDefault="00A07879" w:rsidP="00A0787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</w:t>
      </w:r>
      <w:r>
        <w:rPr>
          <w:rFonts w:ascii="Times New Roman" w:hAnsi="Times New Roman"/>
          <w:b/>
          <w:bCs/>
        </w:rPr>
        <w:t xml:space="preserve"> na podstawie </w:t>
      </w:r>
      <w:r w:rsidRPr="0055089F">
        <w:rPr>
          <w:rFonts w:ascii="Times New Roman" w:hAnsi="Times New Roman"/>
          <w:b/>
          <w:bCs/>
        </w:rPr>
        <w:t>art. 7 ust. 1 pkt. 1 - 3 ustawy Szczególne rozwiązania w zakresie przeciwdziałania wspieraniu agresji na Ukrainę oraz służące ochronie bezpieczeństwa narodowego. (</w:t>
      </w:r>
      <w:r w:rsidR="00473A2B" w:rsidRPr="00473A2B">
        <w:rPr>
          <w:rFonts w:ascii="Times New Roman" w:hAnsi="Times New Roman"/>
          <w:b/>
          <w:bCs/>
        </w:rPr>
        <w:t xml:space="preserve">Dz.U.2024.507 </w:t>
      </w:r>
      <w:proofErr w:type="spellStart"/>
      <w:r w:rsidR="00473A2B" w:rsidRPr="00473A2B">
        <w:rPr>
          <w:rFonts w:ascii="Times New Roman" w:hAnsi="Times New Roman"/>
          <w:b/>
          <w:bCs/>
        </w:rPr>
        <w:t>t.j</w:t>
      </w:r>
      <w:proofErr w:type="spellEnd"/>
      <w:r w:rsidR="00473A2B" w:rsidRPr="00473A2B">
        <w:rPr>
          <w:rFonts w:ascii="Times New Roman" w:hAnsi="Times New Roman"/>
          <w:b/>
          <w:bCs/>
        </w:rPr>
        <w:t>. z dnia 2024.04.04</w:t>
      </w:r>
      <w:r>
        <w:rPr>
          <w:rFonts w:ascii="Times New Roman" w:hAnsi="Times New Roman"/>
          <w:b/>
          <w:bCs/>
        </w:rPr>
        <w:t>)</w:t>
      </w:r>
    </w:p>
    <w:p w14:paraId="2E670CEA" w14:textId="77777777" w:rsidR="00A07879" w:rsidRDefault="00A07879" w:rsidP="00A0787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2673D7B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DAE74AC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8BEADEB" w14:textId="77777777" w:rsidR="00A07879" w:rsidRPr="00F90CD1" w:rsidRDefault="00A07879" w:rsidP="00A07879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622FC7E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73D4BCF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5921C78" w14:textId="77777777" w:rsidR="00A07879" w:rsidRPr="00F90CD1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15ADA06" w14:textId="77777777" w:rsidR="00A07879" w:rsidRDefault="00A07879" w:rsidP="00A0787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A58C343" w14:textId="226114C9" w:rsidR="00776BC5" w:rsidRPr="00267775" w:rsidRDefault="00776BC5" w:rsidP="000857C0">
      <w:pPr>
        <w:spacing w:after="120" w:line="276" w:lineRule="auto"/>
        <w:jc w:val="both"/>
        <w:rPr>
          <w:rFonts w:ascii="Times New Roman" w:hAnsi="Times New Roman"/>
          <w:b/>
          <w:bCs/>
          <w:u w:val="single"/>
        </w:rPr>
      </w:pPr>
      <w:bookmarkStart w:id="0" w:name="_Hlk95730722"/>
    </w:p>
    <w:p w14:paraId="7C318274" w14:textId="2E2B5520" w:rsidR="00473A2B" w:rsidRPr="00473A2B" w:rsidRDefault="004F23F7" w:rsidP="00374C2B">
      <w:pPr>
        <w:spacing w:after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  <w:b/>
          <w:bCs/>
        </w:rPr>
        <w:t>Oświadczam,</w:t>
      </w:r>
      <w:r w:rsidR="00313417" w:rsidRPr="00267870">
        <w:rPr>
          <w:rFonts w:ascii="Times New Roman" w:hAnsi="Times New Roman"/>
          <w:b/>
          <w:bCs/>
        </w:rPr>
        <w:t xml:space="preserve"> że spełniam</w:t>
      </w:r>
      <w:r w:rsidR="004541F9" w:rsidRPr="00267870">
        <w:rPr>
          <w:rFonts w:ascii="Times New Roman" w:hAnsi="Times New Roman"/>
          <w:b/>
          <w:bCs/>
        </w:rPr>
        <w:t>, określone przez Zamawiającego</w:t>
      </w:r>
      <w:r w:rsidR="009A095E" w:rsidRPr="00267870">
        <w:rPr>
          <w:rFonts w:ascii="Times New Roman" w:hAnsi="Times New Roman"/>
          <w:b/>
          <w:bCs/>
        </w:rPr>
        <w:t xml:space="preserve"> w SWZ</w:t>
      </w:r>
      <w:r w:rsidR="00603F50" w:rsidRPr="00267870">
        <w:rPr>
          <w:rFonts w:ascii="Times New Roman" w:hAnsi="Times New Roman"/>
          <w:b/>
          <w:bCs/>
        </w:rPr>
        <w:t xml:space="preserve"> w punkcie rozdziale 5, pkt 5.2.</w:t>
      </w:r>
      <w:r w:rsidR="00374C2B">
        <w:rPr>
          <w:rFonts w:ascii="Times New Roman" w:hAnsi="Times New Roman"/>
          <w:b/>
          <w:bCs/>
        </w:rPr>
        <w:t>1</w:t>
      </w:r>
      <w:r w:rsidR="009A095E" w:rsidRPr="00267870">
        <w:rPr>
          <w:rFonts w:ascii="Times New Roman" w:hAnsi="Times New Roman"/>
          <w:b/>
          <w:bCs/>
        </w:rPr>
        <w:t xml:space="preserve"> </w:t>
      </w:r>
      <w:r w:rsidR="00313417" w:rsidRPr="00267870">
        <w:rPr>
          <w:rFonts w:ascii="Times New Roman" w:hAnsi="Times New Roman"/>
          <w:b/>
          <w:bCs/>
        </w:rPr>
        <w:t xml:space="preserve">warunki udziału </w:t>
      </w:r>
      <w:r w:rsidR="004541F9" w:rsidRPr="00267870">
        <w:rPr>
          <w:rFonts w:ascii="Times New Roman" w:hAnsi="Times New Roman"/>
          <w:b/>
          <w:bCs/>
        </w:rPr>
        <w:t>w postępowaniu</w:t>
      </w:r>
      <w:r w:rsidR="00374C2B">
        <w:rPr>
          <w:rFonts w:ascii="Times New Roman" w:hAnsi="Times New Roman"/>
          <w:b/>
          <w:bCs/>
        </w:rPr>
        <w:t>.</w:t>
      </w:r>
    </w:p>
    <w:p w14:paraId="29AA3A6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4A5734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005CF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bookmarkEnd w:id="0"/>
    <w:p w14:paraId="0F7B1E93" w14:textId="77777777" w:rsidR="00776BC5" w:rsidRDefault="00776BC5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6A90C6BA" w14:textId="4BF97EDC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INFORMACJA W ZWIĄZKU Z POLEGANIEM NA ZASOBACH INNYCH PODMIOTÓW:</w:t>
      </w:r>
    </w:p>
    <w:p w14:paraId="2D7711FA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</w:rPr>
      </w:pPr>
    </w:p>
    <w:p w14:paraId="36A914D6" w14:textId="2EA9F85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Oświadczam, że w celu wykazania spełniania warunków udziału w postępowaniu, określonych przez</w:t>
      </w:r>
      <w:r w:rsidR="00473A2B"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zamawiającego w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Rozdziale </w:t>
      </w:r>
      <w:r>
        <w:rPr>
          <w:rFonts w:ascii="Times New Roman" w:hAnsi="Times New Roman"/>
        </w:rPr>
        <w:t xml:space="preserve">5 </w:t>
      </w:r>
      <w:r w:rsidRPr="00267870">
        <w:rPr>
          <w:rFonts w:ascii="Times New Roman" w:hAnsi="Times New Roman"/>
        </w:rPr>
        <w:t>Specyfikacji Warunków Zamówienia</w:t>
      </w:r>
      <w:r w:rsidR="00473A2B"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polegam na zasobach następującego/</w:t>
      </w:r>
      <w:proofErr w:type="spellStart"/>
      <w:r w:rsidRPr="00267870">
        <w:rPr>
          <w:rFonts w:ascii="Times New Roman" w:hAnsi="Times New Roman"/>
        </w:rPr>
        <w:t>ych</w:t>
      </w:r>
      <w:proofErr w:type="spellEnd"/>
      <w:r w:rsidRPr="00267870">
        <w:rPr>
          <w:rFonts w:ascii="Times New Roman" w:hAnsi="Times New Roman"/>
        </w:rPr>
        <w:t xml:space="preserve"> podmiotu/ów:</w:t>
      </w:r>
    </w:p>
    <w:p w14:paraId="0F912AB7" w14:textId="3E504A8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F206135" w14:textId="2948340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83E06F9" w14:textId="5200A43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lastRenderedPageBreak/>
        <w:t>…………………………………………………...………………..………………..……………………</w:t>
      </w:r>
    </w:p>
    <w:p w14:paraId="6E9E3454" w14:textId="7DA9C51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64A6B5C" w14:textId="74FB4378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3005712E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następującym zakresie:</w:t>
      </w:r>
    </w:p>
    <w:p w14:paraId="5BD3B37F" w14:textId="6658484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399FB68" w14:textId="63DABFF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54EB0AE" w14:textId="5A03223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56DCCC44" w14:textId="4544C71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F952A5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(wskazać podmiot i określić odpowiedni zakres dla wskazanego podmiotu).</w:t>
      </w:r>
    </w:p>
    <w:p w14:paraId="48870D92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związku z czym przedkładam wraz z ofertą:</w:t>
      </w:r>
    </w:p>
    <w:p w14:paraId="7AFB6E86" w14:textId="24C3DE6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zobowiązanie w/w podmiotu (-ów) do udostępnienia wskazanych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zasobów</w:t>
      </w:r>
      <w:r>
        <w:rPr>
          <w:rFonts w:ascii="Times New Roman" w:hAnsi="Times New Roman"/>
        </w:rPr>
        <w:t xml:space="preserve"> (na formularzu stanowiącym załącznik nr 4 do SWZ)</w:t>
      </w:r>
    </w:p>
    <w:p w14:paraId="1ACC04E4" w14:textId="0936D6BB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inny dokument potwierdzający dysponowanie przez podmiot wskazanymi zasobami </w:t>
      </w:r>
      <w:proofErr w:type="spellStart"/>
      <w:r w:rsidRPr="00267870">
        <w:rPr>
          <w:rFonts w:ascii="Times New Roman" w:hAnsi="Times New Roman"/>
        </w:rPr>
        <w:t>tj</w:t>
      </w:r>
      <w:proofErr w:type="spellEnd"/>
      <w:r w:rsidRPr="00267870">
        <w:rPr>
          <w:rFonts w:ascii="Times New Roman" w:hAnsi="Times New Roman"/>
        </w:rPr>
        <w:t>:</w:t>
      </w:r>
    </w:p>
    <w:p w14:paraId="1FE46A95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18D9A21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02CC6B0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1EF1035" w14:textId="77777777" w:rsidR="00267870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C92D4A" w14:textId="6FDED06E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DB527D" w14:textId="77777777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7F860C0" w14:textId="77777777" w:rsidR="00267870" w:rsidRPr="006676AE" w:rsidRDefault="00267870" w:rsidP="00267870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088C5B9" w14:textId="77777777" w:rsidR="00267870" w:rsidRDefault="0026787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6433B64F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Oświadczam, że jako jeden z Wykonawców wspólnie ubiegających się o udzielenie zamówienia, wykonam następujący zakres zamówienia (wypełnić w przypadku wspólnego ubiegania się o udzielenie zamówienia):</w:t>
      </w:r>
    </w:p>
    <w:p w14:paraId="2EE5E58B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44A3CE1A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B2695A8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248428B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</w:p>
    <w:p w14:paraId="58306173" w14:textId="77777777" w:rsidR="00473A2B" w:rsidRPr="006676AE" w:rsidRDefault="00473A2B" w:rsidP="00473A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31768DF" w14:textId="77777777" w:rsidR="00473A2B" w:rsidRPr="006676AE" w:rsidRDefault="00473A2B" w:rsidP="00473A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41F02A9" w14:textId="77777777" w:rsidR="00473A2B" w:rsidRPr="006676AE" w:rsidRDefault="00473A2B" w:rsidP="00473A2B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C7DFC91" w14:textId="77777777" w:rsidR="00473A2B" w:rsidRDefault="00473A2B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8DD4A73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lastRenderedPageBreak/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1"/>
    </w:p>
    <w:sectPr w:rsidR="00484F88" w:rsidRPr="006676AE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A99F" w14:textId="6C33AEE8" w:rsidR="00AD2F35" w:rsidRPr="00AD2F35" w:rsidRDefault="00AD2F35" w:rsidP="00AD2F35">
    <w:pPr>
      <w:tabs>
        <w:tab w:val="center" w:pos="4536"/>
        <w:tab w:val="right" w:pos="9072"/>
      </w:tabs>
      <w:spacing w:after="0" w:line="240" w:lineRule="auto"/>
      <w:ind w:left="1560"/>
      <w:rPr>
        <w:rFonts w:ascii="Times New Roman" w:eastAsia="Times New Roman" w:hAnsi="Times New Roman"/>
        <w:b/>
        <w:color w:val="00B050"/>
        <w:lang w:eastAsia="pl-PL"/>
      </w:rPr>
    </w:pPr>
    <w:r w:rsidRPr="00AD2F35">
      <w:rPr>
        <w:rFonts w:ascii="Times New Roman" w:eastAsia="Times New Roman" w:hAnsi="Times New Roman"/>
        <w:noProof/>
        <w:color w:val="00B050"/>
        <w:sz w:val="24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485DD53" wp14:editId="1A05D11B">
          <wp:simplePos x="0" y="0"/>
          <wp:positionH relativeFrom="column">
            <wp:posOffset>-48895</wp:posOffset>
          </wp:positionH>
          <wp:positionV relativeFrom="paragraph">
            <wp:posOffset>-104140</wp:posOffset>
          </wp:positionV>
          <wp:extent cx="914400" cy="505460"/>
          <wp:effectExtent l="0" t="0" r="0" b="8890"/>
          <wp:wrapNone/>
          <wp:docPr id="278521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2F35">
      <w:rPr>
        <w:rFonts w:ascii="Times New Roman" w:eastAsia="Times New Roman" w:hAnsi="Times New Roman"/>
        <w:b/>
        <w:color w:val="00B050"/>
        <w:lang w:eastAsia="pl-PL"/>
      </w:rPr>
      <w:t xml:space="preserve">Wojewódzki Fundusz Ochrony Środowiska </w:t>
    </w:r>
    <w:r w:rsidRPr="00AD2F35">
      <w:rPr>
        <w:rFonts w:ascii="Times New Roman" w:eastAsia="Times New Roman" w:hAnsi="Times New Roman"/>
        <w:b/>
        <w:color w:val="00B050"/>
        <w:lang w:eastAsia="pl-PL"/>
      </w:rPr>
      <w:br/>
      <w:t>i Gospodarki Wodnej w Katowicach</w:t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A51A" w14:textId="14DF3DDA" w:rsidR="00D25A37" w:rsidRDefault="00473A2B">
    <w:pPr>
      <w:pStyle w:val="Nagwek"/>
    </w:pPr>
    <w:r>
      <w:rPr>
        <w:noProof/>
      </w:rPr>
      <w:drawing>
        <wp:inline distT="0" distB="0" distL="0" distR="0" wp14:anchorId="53549130" wp14:editId="67D07BF3">
          <wp:extent cx="5760720" cy="909955"/>
          <wp:effectExtent l="0" t="0" r="0" b="4445"/>
          <wp:docPr id="1428643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43686" name="Obraz 1428643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9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E0248"/>
    <w:multiLevelType w:val="hybridMultilevel"/>
    <w:tmpl w:val="6FAED2D8"/>
    <w:lvl w:ilvl="0" w:tplc="CD0252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537104">
    <w:abstractNumId w:val="8"/>
  </w:num>
  <w:num w:numId="2" w16cid:durableId="1779058966">
    <w:abstractNumId w:val="0"/>
  </w:num>
  <w:num w:numId="3" w16cid:durableId="2037996046">
    <w:abstractNumId w:val="7"/>
  </w:num>
  <w:num w:numId="4" w16cid:durableId="138813612">
    <w:abstractNumId w:val="10"/>
  </w:num>
  <w:num w:numId="5" w16cid:durableId="2129157710">
    <w:abstractNumId w:val="9"/>
  </w:num>
  <w:num w:numId="6" w16cid:durableId="1861627067">
    <w:abstractNumId w:val="6"/>
  </w:num>
  <w:num w:numId="7" w16cid:durableId="908424552">
    <w:abstractNumId w:val="1"/>
  </w:num>
  <w:num w:numId="8" w16cid:durableId="2013558322">
    <w:abstractNumId w:val="4"/>
  </w:num>
  <w:num w:numId="9" w16cid:durableId="651832141">
    <w:abstractNumId w:val="2"/>
  </w:num>
  <w:num w:numId="10" w16cid:durableId="1542400543">
    <w:abstractNumId w:val="5"/>
  </w:num>
  <w:num w:numId="11" w16cid:durableId="1943411988">
    <w:abstractNumId w:val="3"/>
  </w:num>
  <w:num w:numId="12" w16cid:durableId="13381215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02030"/>
    <w:rsid w:val="00023477"/>
    <w:rsid w:val="000247FF"/>
    <w:rsid w:val="00025C8D"/>
    <w:rsid w:val="000303EE"/>
    <w:rsid w:val="0003283F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61807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67775"/>
    <w:rsid w:val="00267870"/>
    <w:rsid w:val="00284368"/>
    <w:rsid w:val="00285E39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4C2B"/>
    <w:rsid w:val="0038231F"/>
    <w:rsid w:val="003B2070"/>
    <w:rsid w:val="003B214C"/>
    <w:rsid w:val="003B7238"/>
    <w:rsid w:val="003C3B64"/>
    <w:rsid w:val="003F024C"/>
    <w:rsid w:val="00422698"/>
    <w:rsid w:val="00434CC2"/>
    <w:rsid w:val="004401EB"/>
    <w:rsid w:val="004541F9"/>
    <w:rsid w:val="004609F1"/>
    <w:rsid w:val="004651B5"/>
    <w:rsid w:val="00473A2B"/>
    <w:rsid w:val="004761C6"/>
    <w:rsid w:val="0047664E"/>
    <w:rsid w:val="00476E7D"/>
    <w:rsid w:val="00482F6E"/>
    <w:rsid w:val="00484F88"/>
    <w:rsid w:val="004B787D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1725"/>
    <w:rsid w:val="00756C8F"/>
    <w:rsid w:val="00757EFB"/>
    <w:rsid w:val="00776BC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093"/>
    <w:rsid w:val="00892E48"/>
    <w:rsid w:val="008C5709"/>
    <w:rsid w:val="008C6DF8"/>
    <w:rsid w:val="008C6E7B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095E"/>
    <w:rsid w:val="009C7756"/>
    <w:rsid w:val="00A07879"/>
    <w:rsid w:val="00A15F7E"/>
    <w:rsid w:val="00A166B0"/>
    <w:rsid w:val="00A22DCF"/>
    <w:rsid w:val="00A24C2D"/>
    <w:rsid w:val="00A276E4"/>
    <w:rsid w:val="00A3062E"/>
    <w:rsid w:val="00A347DE"/>
    <w:rsid w:val="00AD2F35"/>
    <w:rsid w:val="00AE1CBD"/>
    <w:rsid w:val="00AE6FF2"/>
    <w:rsid w:val="00B0088C"/>
    <w:rsid w:val="00B15219"/>
    <w:rsid w:val="00B15FD3"/>
    <w:rsid w:val="00B3000B"/>
    <w:rsid w:val="00B34079"/>
    <w:rsid w:val="00B36ABD"/>
    <w:rsid w:val="00B54385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B1F8E"/>
    <w:rsid w:val="00CD0851"/>
    <w:rsid w:val="00D23F3D"/>
    <w:rsid w:val="00D25A37"/>
    <w:rsid w:val="00D2702A"/>
    <w:rsid w:val="00D34D9A"/>
    <w:rsid w:val="00D409DE"/>
    <w:rsid w:val="00D42C9B"/>
    <w:rsid w:val="00D531D5"/>
    <w:rsid w:val="00D7532C"/>
    <w:rsid w:val="00D768F5"/>
    <w:rsid w:val="00D90E00"/>
    <w:rsid w:val="00DA6EC7"/>
    <w:rsid w:val="00DD146A"/>
    <w:rsid w:val="00DD3E9D"/>
    <w:rsid w:val="00E022A1"/>
    <w:rsid w:val="00E11B42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</TotalTime>
  <Pages>4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19</cp:revision>
  <cp:lastPrinted>2016-07-26T10:32:00Z</cp:lastPrinted>
  <dcterms:created xsi:type="dcterms:W3CDTF">2021-01-28T11:37:00Z</dcterms:created>
  <dcterms:modified xsi:type="dcterms:W3CDTF">2025-12-02T13:22:00Z</dcterms:modified>
</cp:coreProperties>
</file>